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236"/>
        <w:gridCol w:w="236"/>
        <w:gridCol w:w="222"/>
        <w:gridCol w:w="222"/>
        <w:gridCol w:w="222"/>
        <w:gridCol w:w="222"/>
        <w:gridCol w:w="222"/>
        <w:gridCol w:w="222"/>
      </w:tblGrid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B05DC6" w:rsidTr="00E3766D">
        <w:trPr>
          <w:jc w:val="center"/>
        </w:trPr>
        <w:tc>
          <w:tcPr>
            <w:tcW w:w="236" w:type="dxa"/>
          </w:tcPr>
          <w:p w:rsidR="00B05DC6" w:rsidRDefault="00B05DC6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B05DC6" w:rsidRDefault="00B05DC6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05DC6" w:rsidRDefault="00B05DC6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05DC6" w:rsidRDefault="00B05DC6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05DC6" w:rsidRDefault="00B05DC6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05DC6" w:rsidRDefault="00B05DC6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05DC6" w:rsidRDefault="00B05DC6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05DC6" w:rsidRDefault="00B05DC6" w:rsidP="00592A2F">
            <w:pPr>
              <w:rPr>
                <w:b/>
                <w:sz w:val="20"/>
                <w:szCs w:val="20"/>
              </w:rPr>
            </w:pPr>
          </w:p>
        </w:tc>
      </w:tr>
      <w:tr w:rsidR="00B05DC6" w:rsidTr="00E3766D">
        <w:trPr>
          <w:jc w:val="center"/>
        </w:trPr>
        <w:tc>
          <w:tcPr>
            <w:tcW w:w="236" w:type="dxa"/>
          </w:tcPr>
          <w:p w:rsidR="00B05DC6" w:rsidRDefault="00B05DC6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B05DC6" w:rsidRDefault="00B05DC6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05DC6" w:rsidRDefault="00B05DC6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05DC6" w:rsidRDefault="00B05DC6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05DC6" w:rsidRDefault="00B05DC6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05DC6" w:rsidRDefault="00B05DC6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05DC6" w:rsidRDefault="00B05DC6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05DC6" w:rsidRDefault="00B05DC6" w:rsidP="00592A2F">
            <w:pPr>
              <w:rPr>
                <w:b/>
                <w:sz w:val="20"/>
                <w:szCs w:val="20"/>
              </w:rPr>
            </w:pPr>
          </w:p>
        </w:tc>
      </w:tr>
      <w:tr w:rsidR="00B05DC6" w:rsidTr="00E3766D">
        <w:trPr>
          <w:jc w:val="center"/>
        </w:trPr>
        <w:tc>
          <w:tcPr>
            <w:tcW w:w="236" w:type="dxa"/>
          </w:tcPr>
          <w:p w:rsidR="00B05DC6" w:rsidRDefault="00B05DC6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B05DC6" w:rsidRDefault="00B05DC6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05DC6" w:rsidRDefault="00B05DC6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05DC6" w:rsidRDefault="00B05DC6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05DC6" w:rsidRDefault="00B05DC6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05DC6" w:rsidRDefault="00B05DC6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05DC6" w:rsidRDefault="00B05DC6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05DC6" w:rsidRDefault="00B05DC6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  <w:tr w:rsidR="00144C2E" w:rsidTr="00E3766D">
        <w:trPr>
          <w:jc w:val="center"/>
        </w:trPr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44C2E" w:rsidRDefault="00144C2E" w:rsidP="00592A2F">
            <w:pPr>
              <w:rPr>
                <w:b/>
                <w:sz w:val="20"/>
                <w:szCs w:val="20"/>
              </w:rPr>
            </w:pPr>
          </w:p>
        </w:tc>
      </w:tr>
    </w:tbl>
    <w:p w:rsidR="00144C2E" w:rsidRPr="00B9764F" w:rsidRDefault="00144C2E" w:rsidP="00B9764F">
      <w:pPr>
        <w:jc w:val="center"/>
        <w:rPr>
          <w:b/>
          <w:sz w:val="20"/>
          <w:szCs w:val="20"/>
        </w:rPr>
      </w:pPr>
    </w:p>
    <w:sectPr w:rsidR="00144C2E" w:rsidRPr="00B9764F" w:rsidSect="00B05D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84" w:right="284" w:bottom="284" w:left="284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E72" w:rsidRDefault="00FD3E72" w:rsidP="00B9764F">
      <w:pPr>
        <w:spacing w:after="0" w:line="240" w:lineRule="auto"/>
      </w:pPr>
      <w:r>
        <w:separator/>
      </w:r>
    </w:p>
  </w:endnote>
  <w:endnote w:type="continuationSeparator" w:id="0">
    <w:p w:rsidR="00FD3E72" w:rsidRDefault="00FD3E72" w:rsidP="00B97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A80" w:rsidRDefault="00FD1A8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64F" w:rsidRPr="00B9764F" w:rsidRDefault="00B9764F" w:rsidP="00B9764F">
    <w:pPr>
      <w:pStyle w:val="Fuzeile"/>
      <w:jc w:val="center"/>
      <w:rPr>
        <w:sz w:val="16"/>
        <w:szCs w:val="16"/>
      </w:rPr>
    </w:pPr>
    <w:r w:rsidRPr="00B9764F">
      <w:rPr>
        <w:sz w:val="16"/>
        <w:szCs w:val="16"/>
      </w:rPr>
      <w:t>Copywrite Rickenstorf</w:t>
    </w:r>
  </w:p>
  <w:p w:rsidR="00B9764F" w:rsidRDefault="00B9764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A80" w:rsidRDefault="00FD1A8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E72" w:rsidRDefault="00FD3E72" w:rsidP="00B9764F">
      <w:pPr>
        <w:spacing w:after="0" w:line="240" w:lineRule="auto"/>
      </w:pPr>
      <w:r>
        <w:separator/>
      </w:r>
    </w:p>
  </w:footnote>
  <w:footnote w:type="continuationSeparator" w:id="0">
    <w:p w:rsidR="00FD3E72" w:rsidRDefault="00FD3E72" w:rsidP="00B97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A80" w:rsidRDefault="00FD1A8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64F" w:rsidRPr="00B9764F" w:rsidRDefault="00FD1A80" w:rsidP="00B9764F">
    <w:pPr>
      <w:pStyle w:val="Kopfzeile"/>
      <w:jc w:val="center"/>
      <w:rPr>
        <w:b/>
        <w:sz w:val="28"/>
        <w:szCs w:val="28"/>
      </w:rPr>
    </w:pPr>
    <w:r>
      <w:rPr>
        <w:b/>
        <w:sz w:val="28"/>
        <w:szCs w:val="28"/>
      </w:rPr>
      <w:tab/>
      <w:t xml:space="preserve">                                                                                                               </w:t>
    </w:r>
    <w:bookmarkStart w:id="0" w:name="_GoBack"/>
    <w:bookmarkEnd w:id="0"/>
    <w:r>
      <w:rPr>
        <w:b/>
        <w:sz w:val="28"/>
        <w:szCs w:val="28"/>
      </w:rPr>
      <w:t xml:space="preserve">Kennworte </w:t>
    </w:r>
    <w:r>
      <w:rPr>
        <w:b/>
        <w:sz w:val="28"/>
        <w:szCs w:val="28"/>
      </w:rPr>
      <w:tab/>
    </w:r>
    <w:r>
      <w:rPr>
        <w:b/>
        <w:sz w:val="28"/>
        <w:szCs w:val="28"/>
      </w:rPr>
      <w:tab/>
    </w:r>
    <w:r>
      <w:rPr>
        <w:b/>
        <w:sz w:val="28"/>
        <w:szCs w:val="28"/>
      </w:rPr>
      <w:tab/>
    </w:r>
    <w:r>
      <w:rPr>
        <w:b/>
        <w:sz w:val="28"/>
        <w:szCs w:val="28"/>
      </w:rPr>
      <w:tab/>
    </w:r>
    <w:r>
      <w:rPr>
        <w:b/>
        <w:sz w:val="28"/>
        <w:szCs w:val="28"/>
      </w:rPr>
      <w:tab/>
    </w:r>
    <w:r>
      <w:rPr>
        <w:b/>
        <w:sz w:val="28"/>
        <w:szCs w:val="28"/>
      </w:rPr>
      <w:tab/>
    </w:r>
    <w:r>
      <w:rPr>
        <w:b/>
        <w:sz w:val="28"/>
        <w:szCs w:val="28"/>
      </w:rPr>
      <w:tab/>
    </w:r>
    <w:r>
      <w:rPr>
        <w:b/>
        <w:sz w:val="28"/>
        <w:szCs w:val="28"/>
      </w:rPr>
      <w:tab/>
    </w:r>
    <w:r>
      <w:rPr>
        <w:b/>
        <w:sz w:val="28"/>
        <w:szCs w:val="28"/>
      </w:rPr>
      <w:tab/>
    </w:r>
    <w:r>
      <w:rPr>
        <w:b/>
        <w:sz w:val="28"/>
        <w:szCs w:val="28"/>
      </w:rPr>
      <w:tab/>
      <w:t xml:space="preserve"> </w:t>
    </w:r>
    <w:r>
      <w:rPr>
        <w:b/>
        <w:sz w:val="28"/>
        <w:szCs w:val="28"/>
      </w:rPr>
      <w:fldChar w:fldCharType="begin"/>
    </w:r>
    <w:r>
      <w:rPr>
        <w:b/>
        <w:sz w:val="28"/>
        <w:szCs w:val="28"/>
      </w:rPr>
      <w:instrText xml:space="preserve"> TIME \@ "dd.MM.yyyy" </w:instrText>
    </w:r>
    <w:r>
      <w:rPr>
        <w:b/>
        <w:sz w:val="28"/>
        <w:szCs w:val="28"/>
      </w:rPr>
      <w:fldChar w:fldCharType="separate"/>
    </w:r>
    <w:r>
      <w:rPr>
        <w:b/>
        <w:noProof/>
        <w:sz w:val="28"/>
        <w:szCs w:val="28"/>
      </w:rPr>
      <w:t>06.05.2015</w:t>
    </w:r>
    <w:r>
      <w:rPr>
        <w:b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A80" w:rsidRDefault="00FD1A8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DC6"/>
    <w:rsid w:val="000B18AC"/>
    <w:rsid w:val="000E1486"/>
    <w:rsid w:val="00106BD6"/>
    <w:rsid w:val="00144C2E"/>
    <w:rsid w:val="003A38B6"/>
    <w:rsid w:val="00480DF5"/>
    <w:rsid w:val="005E70D0"/>
    <w:rsid w:val="005F3E39"/>
    <w:rsid w:val="00650965"/>
    <w:rsid w:val="00781984"/>
    <w:rsid w:val="00853017"/>
    <w:rsid w:val="00A66FE3"/>
    <w:rsid w:val="00B05DC6"/>
    <w:rsid w:val="00B62EB0"/>
    <w:rsid w:val="00B9764F"/>
    <w:rsid w:val="00C364A9"/>
    <w:rsid w:val="00C757F5"/>
    <w:rsid w:val="00C96F82"/>
    <w:rsid w:val="00CE4CE8"/>
    <w:rsid w:val="00DE3FB3"/>
    <w:rsid w:val="00DE44E1"/>
    <w:rsid w:val="00E3766D"/>
    <w:rsid w:val="00E762C3"/>
    <w:rsid w:val="00FC7CF3"/>
    <w:rsid w:val="00FD1A80"/>
    <w:rsid w:val="00FD3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872D96-C504-4AFF-A4C4-A2D1E1585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E148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7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9764F"/>
  </w:style>
  <w:style w:type="paragraph" w:styleId="Fuzeile">
    <w:name w:val="footer"/>
    <w:basedOn w:val="Standard"/>
    <w:link w:val="FuzeileZchn"/>
    <w:uiPriority w:val="99"/>
    <w:unhideWhenUsed/>
    <w:rsid w:val="00B97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9764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7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764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B97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visual%20studio%202010\Projects\Kennworte\Kennworte\leer0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leer0.dotx</Template>
  <TotalTime>0</TotalTime>
  <Pages>1</Pages>
  <Words>51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lutz.rickenstorf@superkabel.de</dc:creator>
  <cp:lastModifiedBy>Microsoft-Konto</cp:lastModifiedBy>
  <cp:revision>3</cp:revision>
  <dcterms:created xsi:type="dcterms:W3CDTF">2015-01-20T12:11:00Z</dcterms:created>
  <dcterms:modified xsi:type="dcterms:W3CDTF">2015-05-06T16:36:00Z</dcterms:modified>
</cp:coreProperties>
</file>